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48" w:rsidRPr="002A5FF4" w:rsidRDefault="00464F48" w:rsidP="00405429">
      <w:pPr>
        <w:rPr>
          <w:sz w:val="26"/>
          <w:szCs w:val="26"/>
        </w:rPr>
      </w:pPr>
    </w:p>
    <w:p w:rsidR="00464F48" w:rsidRPr="002A5FF4" w:rsidRDefault="00464F48" w:rsidP="00373D22">
      <w:pPr>
        <w:ind w:firstLine="720"/>
        <w:rPr>
          <w:i/>
          <w:sz w:val="26"/>
          <w:szCs w:val="26"/>
        </w:rPr>
      </w:pPr>
      <w:r w:rsidRPr="002A5FF4">
        <w:rPr>
          <w:i/>
          <w:sz w:val="26"/>
          <w:szCs w:val="26"/>
        </w:rPr>
        <w:t>Se citeste un numar natural de maxim 9 cifre. Sa se determine de cate ori se gaseste cifra 7 in scrierea lui</w:t>
      </w:r>
    </w:p>
    <w:p w:rsidR="00464F48" w:rsidRPr="002A5FF4" w:rsidRDefault="00464F48" w:rsidP="00373D22">
      <w:pPr>
        <w:rPr>
          <w:sz w:val="26"/>
          <w:szCs w:val="26"/>
        </w:rPr>
      </w:pPr>
      <w:r>
        <w:rPr>
          <w:noProof/>
        </w:rPr>
        <w:pict>
          <v:roundrect id="_x0000_s1026" style="position:absolute;margin-left:54.05pt;margin-top:15.25pt;width:83.25pt;height:32.25pt;z-index:251644928" arcsize="10923f">
            <v:textbox>
              <w:txbxContent>
                <w:p w:rsidR="00464F48" w:rsidRPr="0094200E" w:rsidRDefault="00464F48" w:rsidP="00AD15EB">
                  <w:pPr>
                    <w:jc w:val="center"/>
                    <w:rPr>
                      <w:sz w:val="44"/>
                      <w:szCs w:val="44"/>
                    </w:rPr>
                  </w:pPr>
                  <w:r w:rsidRPr="0094200E">
                    <w:rPr>
                      <w:sz w:val="44"/>
                      <w:szCs w:val="44"/>
                    </w:rPr>
                    <w:t>START</w:t>
                  </w:r>
                </w:p>
              </w:txbxContent>
            </v:textbox>
          </v:roundrect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  <w:sectPr w:rsidR="00464F48" w:rsidRPr="002A5FF4" w:rsidSect="00405429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64F48" w:rsidRPr="002A5FF4" w:rsidRDefault="00464F48" w:rsidP="00512423">
      <w:pPr>
        <w:ind w:firstLine="720"/>
        <w:rPr>
          <w:sz w:val="26"/>
          <w:szCs w:val="2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1.25pt;margin-top:17pt;width:.75pt;height:21.75pt;z-index:251648000" o:connectortype="straight">
            <v:stroke endarrow="block"/>
          </v:shape>
        </w:pict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8" type="#_x0000_t111" style="position:absolute;left:0;text-align:left;margin-left:50.25pt;margin-top:10.5pt;width:105.75pt;height:26.25pt;z-index:251645952">
            <v:textbox>
              <w:txbxContent>
                <w:p w:rsidR="00464F48" w:rsidRPr="0094200E" w:rsidRDefault="00464F48" w:rsidP="0094200E">
                  <w:pPr>
                    <w:rPr>
                      <w:sz w:val="36"/>
                      <w:szCs w:val="36"/>
                    </w:rPr>
                  </w:pPr>
                  <w:r w:rsidRPr="002A5FF4">
                    <w:rPr>
                      <w:sz w:val="28"/>
                      <w:szCs w:val="28"/>
                    </w:rPr>
                    <w:t xml:space="preserve">CITIM </w:t>
                  </w:r>
                  <w:r w:rsidRPr="0094200E">
                    <w:rPr>
                      <w:sz w:val="36"/>
                      <w:szCs w:val="36"/>
                    </w:rPr>
                    <w:t xml:space="preserve"> n</w:t>
                  </w:r>
                </w:p>
              </w:txbxContent>
            </v:textbox>
          </v:shape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29" type="#_x0000_t32" style="position:absolute;left:0;text-align:left;margin-left:101.25pt;margin-top:8.5pt;width:0;height:24.5pt;z-index:251650048" o:connectortype="straight">
            <v:stroke endarrow="block"/>
          </v:shape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rect id="_x0000_s1030" style="position:absolute;left:0;text-align:left;margin-left:69.05pt;margin-top:4.75pt;width:73.45pt;height:26.75pt;z-index:251649024">
            <v:textbox>
              <w:txbxContent>
                <w:p w:rsidR="00464F48" w:rsidRPr="00725ABC" w:rsidRDefault="00464F48" w:rsidP="00512423">
                  <w:pPr>
                    <w:jc w:val="center"/>
                    <w:rPr>
                      <w:sz w:val="36"/>
                      <w:szCs w:val="36"/>
                    </w:rPr>
                  </w:pPr>
                  <w:r w:rsidRPr="00725ABC">
                    <w:rPr>
                      <w:sz w:val="36"/>
                      <w:szCs w:val="36"/>
                    </w:rPr>
                    <w:t>S=0</w:t>
                  </w:r>
                </w:p>
              </w:txbxContent>
            </v:textbox>
          </v:rect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31" type="#_x0000_t32" style="position:absolute;left:0;text-align:left;margin-left:110.25pt;margin-top:23pt;width:123.75pt;height:.05pt;flip:x;z-index:251662336" o:connectortype="straight"/>
        </w:pict>
      </w:r>
      <w:r>
        <w:rPr>
          <w:noProof/>
        </w:rPr>
        <w:pict>
          <v:shape id="_x0000_s1032" type="#_x0000_t32" style="position:absolute;left:0;text-align:left;margin-left:110.25pt;margin-top:23pt;width:123.75pt;height:.05pt;flip:x;z-index:251663360" o:connectortype="straight">
            <v:stroke endarrow="block"/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left:0;text-align:left;margin-left:54.05pt;margin-top:23pt;width:97.5pt;height:89pt;z-index:251646976">
            <v:textbox style="mso-next-textbox:#_x0000_s1033">
              <w:txbxContent>
                <w:p w:rsidR="00464F48" w:rsidRPr="0094200E" w:rsidRDefault="00464F48" w:rsidP="0094200E">
                  <w:pPr>
                    <w:jc w:val="center"/>
                    <w:rPr>
                      <w:sz w:val="33"/>
                      <w:szCs w:val="33"/>
                    </w:rPr>
                  </w:pPr>
                  <w:r w:rsidRPr="00373D22">
                    <w:rPr>
                      <w:sz w:val="33"/>
                      <w:szCs w:val="33"/>
                    </w:rPr>
                    <w:t>Wh</w:t>
                  </w:r>
                  <w:r>
                    <w:rPr>
                      <w:sz w:val="33"/>
                      <w:szCs w:val="33"/>
                    </w:rPr>
                    <w:t>ile n&lt;&gt;0</w:t>
                  </w:r>
                </w:p>
                <w:p w:rsidR="00464F48" w:rsidRPr="0094200E" w:rsidRDefault="00464F48" w:rsidP="0094200E">
                  <w:pPr>
                    <w:spacing w:before="240"/>
                    <w:jc w:val="center"/>
                    <w:rPr>
                      <w:sz w:val="34"/>
                      <w:szCs w:val="3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101.25pt;margin-top:3.25pt;width:0;height:19.75pt;z-index:251651072" o:connectortype="straight">
            <v:stroke endarrow="block"/>
          </v:shape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</w:p>
    <w:p w:rsidR="00464F48" w:rsidRPr="002A5FF4" w:rsidRDefault="00464F48" w:rsidP="00405429">
      <w:pPr>
        <w:ind w:firstLine="720"/>
        <w:rPr>
          <w:sz w:val="26"/>
          <w:szCs w:val="26"/>
        </w:rPr>
      </w:pP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35" type="#_x0000_t32" style="position:absolute;left:0;text-align:left;margin-left:102pt;margin-top:27.25pt;width:0;height:12.5pt;z-index:251653120" o:connectortype="straight">
            <v:stroke endarrow="block"/>
          </v:shape>
        </w:pict>
      </w:r>
    </w:p>
    <w:p w:rsidR="00464F48" w:rsidRPr="002A5FF4" w:rsidRDefault="00464F48" w:rsidP="00725ABC">
      <w:pPr>
        <w:ind w:firstLine="720"/>
        <w:rPr>
          <w:sz w:val="26"/>
          <w:szCs w:val="26"/>
        </w:rPr>
      </w:pPr>
      <w:r>
        <w:rPr>
          <w:noProof/>
        </w:rPr>
        <w:pict>
          <v:shape id="_x0000_s1036" type="#_x0000_t4" style="position:absolute;left:0;text-align:left;margin-left:50.25pt;margin-top:15.25pt;width:101.3pt;height:98.25pt;z-index:251652096">
            <v:textbox>
              <w:txbxContent>
                <w:p w:rsidR="00464F48" w:rsidRPr="00725ABC" w:rsidRDefault="00464F48" w:rsidP="00725ABC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t xml:space="preserve">    </w:t>
                  </w:r>
                  <w:r w:rsidRPr="00725ABC">
                    <w:rPr>
                      <w:sz w:val="28"/>
                      <w:szCs w:val="28"/>
                    </w:rPr>
                    <w:t xml:space="preserve">If </w:t>
                  </w:r>
                </w:p>
                <w:p w:rsidR="00464F48" w:rsidRPr="00725ABC" w:rsidRDefault="00464F48" w:rsidP="00725ABC">
                  <w:pPr>
                    <w:spacing w:before="240"/>
                    <w:rPr>
                      <w:sz w:val="28"/>
                      <w:szCs w:val="28"/>
                    </w:rPr>
                  </w:pPr>
                  <w:r w:rsidRPr="00725ABC">
                    <w:rPr>
                      <w:sz w:val="28"/>
                      <w:szCs w:val="28"/>
                    </w:rPr>
                    <w:t>n/10=7</w:t>
                  </w:r>
                </w:p>
              </w:txbxContent>
            </v:textbox>
          </v:shape>
        </w:pict>
      </w:r>
      <w:r w:rsidRPr="002A5FF4">
        <w:rPr>
          <w:sz w:val="26"/>
          <w:szCs w:val="26"/>
        </w:rPr>
        <w:t xml:space="preserve"> </w:t>
      </w:r>
    </w:p>
    <w:p w:rsidR="00464F48" w:rsidRPr="002A5FF4" w:rsidRDefault="00464F48" w:rsidP="00725ABC">
      <w:pPr>
        <w:ind w:firstLine="720"/>
        <w:rPr>
          <w:sz w:val="26"/>
          <w:szCs w:val="26"/>
        </w:rPr>
      </w:pPr>
      <w:r w:rsidRPr="002A5FF4">
        <w:rPr>
          <w:sz w:val="26"/>
          <w:szCs w:val="26"/>
        </w:rPr>
        <w:t>DA</w:t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</w:r>
      <w:r w:rsidRPr="002A5FF4">
        <w:rPr>
          <w:sz w:val="26"/>
          <w:szCs w:val="26"/>
        </w:rPr>
        <w:tab/>
        <w:t xml:space="preserve">NU                                    </w:t>
      </w:r>
    </w:p>
    <w:p w:rsidR="00464F48" w:rsidRPr="002A5FF4" w:rsidRDefault="00464F48" w:rsidP="0094200E">
      <w:pPr>
        <w:rPr>
          <w:sz w:val="26"/>
          <w:szCs w:val="26"/>
        </w:rPr>
      </w:pPr>
      <w:r>
        <w:rPr>
          <w:noProof/>
        </w:rPr>
        <w:pict>
          <v:shape id="_x0000_s1037" type="#_x0000_t32" style="position:absolute;margin-left:151.55pt;margin-top:8.25pt;width:37.45pt;height:.05pt;z-index:251655168" o:connectortype="straigh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5.3pt;margin-top:19.45pt;width:60pt;height:37.55pt;rotation:90;z-index:251654144" o:connectortype="elbow" adj="558,-267915,-45378">
            <v:stroke endarrow="block"/>
          </v:shape>
        </w:pict>
      </w:r>
      <w:r>
        <w:rPr>
          <w:noProof/>
        </w:rPr>
        <w:pict>
          <v:shape id="_x0000_s1039" type="#_x0000_t32" style="position:absolute;margin-left:153pt;margin-top:44.25pt;width:1in;height:0;rotation:90;z-index:251656192" o:connectortype="elbow" adj="-78300,-1,-78300">
            <v:stroke endarrow="block"/>
          </v:shape>
        </w:pict>
      </w:r>
      <w:r w:rsidRPr="002A5FF4">
        <w:rPr>
          <w:sz w:val="26"/>
          <w:szCs w:val="26"/>
        </w:rPr>
        <w:t xml:space="preserve"> </w:t>
      </w:r>
    </w:p>
    <w:p w:rsidR="00464F48" w:rsidRPr="002A5FF4" w:rsidRDefault="00464F48" w:rsidP="0094200E">
      <w:pPr>
        <w:rPr>
          <w:sz w:val="26"/>
          <w:szCs w:val="26"/>
        </w:rPr>
      </w:pP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rect id="_x0000_s1040" style="position:absolute;left:0;text-align:left;margin-left:142.5pt;margin-top:23.75pt;width:84pt;height:26.25pt;z-index:251658240">
            <v:textbox>
              <w:txbxContent>
                <w:p w:rsidR="00464F48" w:rsidRPr="002A5FF4" w:rsidRDefault="00464F48">
                  <w:pPr>
                    <w:rPr>
                      <w:sz w:val="36"/>
                      <w:szCs w:val="36"/>
                    </w:rPr>
                  </w:pPr>
                  <w:r w:rsidRPr="002A5FF4">
                    <w:rPr>
                      <w:sz w:val="36"/>
                      <w:szCs w:val="36"/>
                    </w:rPr>
                    <w:t>n=ndiv10</w:t>
                  </w:r>
                </w:p>
                <w:p w:rsidR="00464F48" w:rsidRDefault="00464F48"/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-18.75pt;margin-top:11.75pt;width:77.25pt;height:53.25pt;z-index:251657216">
            <v:textbox>
              <w:txbxContent>
                <w:p w:rsidR="00464F48" w:rsidRPr="00725ABC" w:rsidRDefault="00464F48" w:rsidP="00725ABC">
                  <w:pPr>
                    <w:spacing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</w:t>
                  </w:r>
                  <w:r w:rsidRPr="00725ABC">
                    <w:rPr>
                      <w:sz w:val="28"/>
                      <w:szCs w:val="28"/>
                    </w:rPr>
                    <w:t>++</w:t>
                  </w:r>
                </w:p>
                <w:p w:rsidR="00464F48" w:rsidRPr="00725ABC" w:rsidRDefault="00464F48" w:rsidP="00725ABC">
                  <w:pPr>
                    <w:spacing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725ABC">
                    <w:rPr>
                      <w:sz w:val="28"/>
                      <w:szCs w:val="28"/>
                    </w:rPr>
                    <w:t>N=ndiv10</w:t>
                  </w:r>
                </w:p>
              </w:txbxContent>
            </v:textbox>
          </v:rect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42" type="#_x0000_t32" style="position:absolute;left:0;text-align:left;margin-left:185.25pt;margin-top:21.75pt;width:0;height:27pt;z-index:251659264" o:connectortype="straight"/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43" type="#_x0000_t32" style="position:absolute;left:0;text-align:left;margin-left:185.25pt;margin-top:20.5pt;width:48.75pt;height:0;z-index:251660288" o:connectortype="straight"/>
        </w:pict>
      </w:r>
      <w:r>
        <w:rPr>
          <w:noProof/>
        </w:rPr>
        <w:pict>
          <v:shape id="_x0000_s1044" type="#_x0000_t32" style="position:absolute;left:0;text-align:left;margin-left:16.5pt;margin-top:8.5pt;width:0;height:43.5pt;z-index:251665408" o:connectortype="straight">
            <v:stroke endarrow="block"/>
          </v:shape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45" type="#_x0000_t32" style="position:absolute;left:0;text-align:left;margin-left:130.5pt;margin-top:23.75pt;width:54.75pt;height:0;flip:x;z-index:251668480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185.25pt;margin-top:2.75pt;width:0;height:21pt;z-index:251667456" o:connectortype="straight"/>
        </w:pict>
      </w:r>
      <w:r>
        <w:rPr>
          <w:noProof/>
        </w:rPr>
        <w:pict>
          <v:shape id="_x0000_s1047" type="#_x0000_t32" style="position:absolute;left:0;text-align:left;margin-left:16.5pt;margin-top:23.75pt;width:33.75pt;height:.05pt;z-index:251666432" o:connectortype="straight">
            <v:stroke endarrow="block"/>
          </v:shape>
        </w:pict>
      </w:r>
      <w:r>
        <w:rPr>
          <w:noProof/>
        </w:rPr>
        <w:pict>
          <v:rect id="_x0000_s1048" style="position:absolute;left:0;text-align:left;margin-left:54.05pt;margin-top:11.75pt;width:72.7pt;height:33.75pt;z-index:251664384">
            <v:textbox>
              <w:txbxContent>
                <w:p w:rsidR="00464F48" w:rsidRPr="002A5FF4" w:rsidRDefault="00464F48" w:rsidP="002A5FF4">
                  <w:pPr>
                    <w:spacing w:line="240" w:lineRule="auto"/>
                    <w:jc w:val="center"/>
                    <w:rPr>
                      <w:sz w:val="36"/>
                      <w:szCs w:val="36"/>
                    </w:rPr>
                  </w:pPr>
                  <w:r w:rsidRPr="002A5FF4">
                    <w:rPr>
                      <w:sz w:val="36"/>
                      <w:szCs w:val="36"/>
                    </w:rPr>
                    <w:t>Scrie S</w:t>
                  </w:r>
                </w:p>
                <w:p w:rsidR="00464F48" w:rsidRDefault="00464F48" w:rsidP="002A5FF4">
                  <w:pPr>
                    <w:jc w:val="center"/>
                  </w:pPr>
                </w:p>
              </w:txbxContent>
            </v:textbox>
          </v:rect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shape id="_x0000_s1049" type="#_x0000_t32" style="position:absolute;left:0;text-align:left;margin-left:101.25pt;margin-top:17.25pt;width:0;height:16.5pt;z-index:251669504" o:connectortype="straight">
            <v:stroke endarrow="block"/>
          </v:shape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  <w:r>
        <w:rPr>
          <w:noProof/>
        </w:rPr>
        <w:pict>
          <v:roundrect id="_x0000_s1050" style="position:absolute;left:0;text-align:left;margin-left:84.75pt;margin-top:10pt;width:52.55pt;height:27.75pt;z-index:251670528" arcsize="10923f">
            <v:textbox>
              <w:txbxContent>
                <w:p w:rsidR="00464F48" w:rsidRPr="002A5FF4" w:rsidRDefault="00464F48" w:rsidP="002A5FF4">
                  <w:pPr>
                    <w:jc w:val="center"/>
                    <w:rPr>
                      <w:sz w:val="28"/>
                      <w:szCs w:val="28"/>
                    </w:rPr>
                  </w:pPr>
                  <w:r w:rsidRPr="002A5FF4">
                    <w:rPr>
                      <w:sz w:val="28"/>
                      <w:szCs w:val="28"/>
                    </w:rPr>
                    <w:t>STOP</w:t>
                  </w:r>
                </w:p>
              </w:txbxContent>
            </v:textbox>
          </v:roundrect>
        </w:pict>
      </w:r>
    </w:p>
    <w:p w:rsidR="00464F48" w:rsidRPr="002A5FF4" w:rsidRDefault="00464F48" w:rsidP="00405429">
      <w:pPr>
        <w:ind w:firstLine="720"/>
        <w:rPr>
          <w:sz w:val="26"/>
          <w:szCs w:val="26"/>
        </w:rPr>
      </w:pPr>
    </w:p>
    <w:p w:rsidR="00464F48" w:rsidRPr="002A5FF4" w:rsidRDefault="00464F48" w:rsidP="00405429">
      <w:pPr>
        <w:rPr>
          <w:sz w:val="26"/>
          <w:szCs w:val="26"/>
        </w:rPr>
      </w:pP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#include&lt;iostream.h&gt;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void main()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{int n , i , s ;</w:t>
      </w:r>
    </w:p>
    <w:p w:rsidR="00464F48" w:rsidRPr="002A5FF4" w:rsidRDefault="00464F48" w:rsidP="00405429">
      <w:pPr>
        <w:rPr>
          <w:sz w:val="26"/>
          <w:szCs w:val="26"/>
        </w:rPr>
      </w:pPr>
      <w:r>
        <w:rPr>
          <w:noProof/>
        </w:rPr>
        <w:pict>
          <v:shape id="_x0000_s1051" type="#_x0000_t32" style="position:absolute;margin-left:-18pt;margin-top:23pt;width:0;height:280pt;flip:y;z-index:251661312" o:connectortype="straight"/>
        </w:pict>
      </w:r>
      <w:r w:rsidRPr="002A5FF4">
        <w:rPr>
          <w:sz w:val="26"/>
          <w:szCs w:val="26"/>
        </w:rPr>
        <w:t xml:space="preserve">cin&lt;&lt;n; 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S=0 ;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While(n&lt;&gt;0)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if (n/10=7) {s++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ab/>
        <w:t xml:space="preserve">         n=n div 10 }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ab/>
        <w:t xml:space="preserve">        else n=n div 10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cout&lt;&lt;s;</w:t>
      </w:r>
    </w:p>
    <w:p w:rsidR="00464F48" w:rsidRPr="002A5FF4" w:rsidRDefault="00464F48" w:rsidP="00405429">
      <w:pPr>
        <w:rPr>
          <w:sz w:val="26"/>
          <w:szCs w:val="26"/>
        </w:rPr>
      </w:pPr>
      <w:r w:rsidRPr="002A5FF4">
        <w:rPr>
          <w:sz w:val="26"/>
          <w:szCs w:val="26"/>
        </w:rPr>
        <w:t>}</w:t>
      </w:r>
      <w:r w:rsidRPr="002A5FF4">
        <w:rPr>
          <w:sz w:val="26"/>
          <w:szCs w:val="26"/>
        </w:rPr>
        <w:tab/>
        <w:t xml:space="preserve"> </w:t>
      </w:r>
    </w:p>
    <w:sectPr w:rsidR="00464F48" w:rsidRPr="002A5FF4" w:rsidSect="0040542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F48" w:rsidRDefault="00464F48" w:rsidP="00405429">
      <w:pPr>
        <w:spacing w:after="0" w:line="240" w:lineRule="auto"/>
      </w:pPr>
      <w:r>
        <w:separator/>
      </w:r>
    </w:p>
  </w:endnote>
  <w:endnote w:type="continuationSeparator" w:id="0">
    <w:p w:rsidR="00464F48" w:rsidRDefault="00464F48" w:rsidP="0040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F48" w:rsidRPr="002A5FF4" w:rsidRDefault="00464F48" w:rsidP="00AD15EB">
    <w:pPr>
      <w:pStyle w:val="Footer"/>
      <w:tabs>
        <w:tab w:val="left" w:pos="6195"/>
      </w:tabs>
      <w:rPr>
        <w:b/>
        <w:i/>
        <w:sz w:val="24"/>
        <w:szCs w:val="24"/>
      </w:rPr>
    </w:pPr>
    <w:r w:rsidRPr="002A5FF4">
      <w:rPr>
        <w:b/>
        <w:i/>
        <w:sz w:val="24"/>
        <w:szCs w:val="24"/>
      </w:rPr>
      <w:t>Popescu</w:t>
    </w:r>
    <w:r w:rsidRPr="002A5FF4">
      <w:rPr>
        <w:b/>
        <w:i/>
        <w:sz w:val="24"/>
        <w:szCs w:val="24"/>
      </w:rPr>
      <w:tab/>
    </w:r>
    <w:r w:rsidRPr="002A5FF4">
      <w:rPr>
        <w:b/>
        <w:i/>
        <w:sz w:val="24"/>
        <w:szCs w:val="24"/>
      </w:rPr>
      <w:tab/>
    </w:r>
    <w:r w:rsidRPr="002A5FF4">
      <w:rPr>
        <w:b/>
        <w:i/>
        <w:sz w:val="24"/>
        <w:szCs w:val="24"/>
      </w:rPr>
      <w:tab/>
      <w:t>11/03/2012</w:t>
    </w:r>
  </w:p>
  <w:p w:rsidR="00464F48" w:rsidRPr="002A5FF4" w:rsidRDefault="00464F48">
    <w:pPr>
      <w:pStyle w:val="Footer"/>
      <w:rPr>
        <w:b/>
        <w:i/>
        <w:sz w:val="24"/>
        <w:szCs w:val="24"/>
      </w:rPr>
    </w:pPr>
    <w:r w:rsidRPr="002A5FF4">
      <w:rPr>
        <w:b/>
        <w:i/>
        <w:sz w:val="24"/>
        <w:szCs w:val="24"/>
      </w:rPr>
      <w:t>Alberto</w:t>
    </w:r>
    <w:r w:rsidRPr="002A5FF4">
      <w:rPr>
        <w:b/>
        <w:i/>
        <w:sz w:val="24"/>
        <w:szCs w:val="24"/>
      </w:rPr>
      <w:tab/>
    </w:r>
    <w:r w:rsidRPr="002A5FF4">
      <w:rPr>
        <w:b/>
        <w:i/>
        <w:sz w:val="24"/>
        <w:szCs w:val="24"/>
      </w:rPr>
      <w:tab/>
      <w:t xml:space="preserve">13:00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F48" w:rsidRDefault="00464F48" w:rsidP="00405429">
      <w:pPr>
        <w:spacing w:after="0" w:line="240" w:lineRule="auto"/>
      </w:pPr>
      <w:r>
        <w:separator/>
      </w:r>
    </w:p>
  </w:footnote>
  <w:footnote w:type="continuationSeparator" w:id="0">
    <w:p w:rsidR="00464F48" w:rsidRDefault="00464F48" w:rsidP="00405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F48" w:rsidRPr="002A5FF4" w:rsidRDefault="00464F48">
    <w:pPr>
      <w:pStyle w:val="Header"/>
      <w:rPr>
        <w:b/>
        <w:i/>
        <w:sz w:val="24"/>
        <w:szCs w:val="24"/>
      </w:rPr>
    </w:pPr>
    <w:r w:rsidRPr="002A5FF4">
      <w:rPr>
        <w:b/>
        <w:i/>
        <w:sz w:val="24"/>
        <w:szCs w:val="24"/>
      </w:rPr>
      <w:t>C.N.T.V</w:t>
    </w:r>
    <w:r>
      <w:rPr>
        <w:sz w:val="24"/>
        <w:szCs w:val="24"/>
      </w:rPr>
      <w:t>.</w:t>
    </w:r>
    <w:r>
      <w:rPr>
        <w:sz w:val="24"/>
        <w:szCs w:val="24"/>
      </w:rPr>
      <w:tab/>
    </w:r>
    <w:r>
      <w:rPr>
        <w:sz w:val="24"/>
        <w:szCs w:val="24"/>
      </w:rPr>
      <w:tab/>
    </w:r>
    <w:r w:rsidRPr="002A5FF4">
      <w:rPr>
        <w:b/>
        <w:i/>
        <w:sz w:val="24"/>
        <w:szCs w:val="24"/>
      </w:rPr>
      <w:t>Cls: a IX – a C</w:t>
    </w:r>
  </w:p>
  <w:p w:rsidR="00464F48" w:rsidRPr="00AD15EB" w:rsidRDefault="00464F48">
    <w:pPr>
      <w:pStyle w:val="Header"/>
      <w:rPr>
        <w:sz w:val="24"/>
        <w:szCs w:val="24"/>
      </w:rPr>
    </w:pPr>
    <w:r w:rsidRPr="00AD15EB">
      <w:rPr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429"/>
    <w:rsid w:val="00127488"/>
    <w:rsid w:val="0019117D"/>
    <w:rsid w:val="0020012B"/>
    <w:rsid w:val="002A5FF4"/>
    <w:rsid w:val="003536A8"/>
    <w:rsid w:val="00373D22"/>
    <w:rsid w:val="00405429"/>
    <w:rsid w:val="00464F48"/>
    <w:rsid w:val="004C2DE5"/>
    <w:rsid w:val="0050223F"/>
    <w:rsid w:val="00512423"/>
    <w:rsid w:val="00725ABC"/>
    <w:rsid w:val="007736D8"/>
    <w:rsid w:val="00887216"/>
    <w:rsid w:val="0094200E"/>
    <w:rsid w:val="009933AB"/>
    <w:rsid w:val="00AD15EB"/>
    <w:rsid w:val="00B0551A"/>
    <w:rsid w:val="00B07F87"/>
    <w:rsid w:val="00E25C74"/>
    <w:rsid w:val="00E66536"/>
    <w:rsid w:val="00EB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1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0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542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42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0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54</Words>
  <Characters>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citeste un numar natural de maxim 9 cifre</dc:title>
  <dc:subject/>
  <dc:creator>user</dc:creator>
  <cp:keywords/>
  <dc:description/>
  <cp:lastModifiedBy>User</cp:lastModifiedBy>
  <cp:revision>2</cp:revision>
  <dcterms:created xsi:type="dcterms:W3CDTF">2012-03-15T08:24:00Z</dcterms:created>
  <dcterms:modified xsi:type="dcterms:W3CDTF">2012-03-15T08:24:00Z</dcterms:modified>
</cp:coreProperties>
</file>